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世界. This costs €10.∨∨(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